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附件11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方便食品合格信息</w:t>
      </w:r>
    </w:p>
    <w:tbl>
      <w:tblPr>
        <w:tblStyle w:val="5"/>
        <w:tblW w:w="1322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3"/>
        <w:gridCol w:w="1310"/>
        <w:gridCol w:w="1485"/>
        <w:gridCol w:w="1440"/>
        <w:gridCol w:w="1950"/>
        <w:gridCol w:w="933"/>
        <w:gridCol w:w="626"/>
        <w:gridCol w:w="868"/>
        <w:gridCol w:w="686"/>
        <w:gridCol w:w="1314"/>
        <w:gridCol w:w="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5" w:hRule="atLeast"/>
          <w:jc w:val="center"/>
        </w:trPr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标示生产企业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生产企业地址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任务来源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PP18540000344930493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南阳光友薯业有限公司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内乡县工业园区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昌都市卡若区互惠互利商贸有限责任公司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西藏昌都市卡若区中路卡若国际二期负一楼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酸辣味山西刀削面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117克/袋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2018/1/1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冷面及其他熟制方便食品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省抽/西藏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昌都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PP18540000344930473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成都市彭州刘香源食品有限公司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彭州市葛仙山镇蒲沟村1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、2、3、4组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狮泉河镇新一佳超市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西藏自治区阿里地区噶尔县格桑路21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素碳烧牛排（调味面制品）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90克/袋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2018/3/24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调味面制品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省抽/西藏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阿里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PP18540000344930411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湖南省晏子食品有限公司遂平分公司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河南省遂平县褚堂乡靳洼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明珠商店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西藏自治区那曲地区那曲县拉萨路大十字路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哆辣咪（哆辣卷）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48克/袋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2018/3/13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调味面制品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省抽/西藏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那曲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PP18540000344930272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成都达利食品有限公司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成都市新都区斑竹园镇新斑公路旁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西藏乐天商贸有限公司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西藏自治区拉萨市城关区朵森格北路44号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桂圆莲子八宝粥罐头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360克/罐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2018/3/4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冷面及其他熟制方便食品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省抽/西藏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拉萨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PP18540000344900160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西安顶益食品有限公司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西安市经济技术开发区草滩生态产业园尚苑路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9999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西藏那曲地区顺康商贸有限责任公司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浙江中路（地区粮食局商品楼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号）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麻辣牛肉面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克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2018/3/9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省抽/西藏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那曲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 w:start="3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B2052"/>
    <w:rsid w:val="0FA3358A"/>
    <w:rsid w:val="20442F06"/>
    <w:rsid w:val="22EB2052"/>
    <w:rsid w:val="237C2734"/>
    <w:rsid w:val="2E4B2F55"/>
    <w:rsid w:val="3A150313"/>
    <w:rsid w:val="4D641D66"/>
    <w:rsid w:val="4E5D02EE"/>
    <w:rsid w:val="4F707D9D"/>
    <w:rsid w:val="545F338B"/>
    <w:rsid w:val="552500FD"/>
    <w:rsid w:val="57071A99"/>
    <w:rsid w:val="5CCE6515"/>
    <w:rsid w:val="6D535020"/>
    <w:rsid w:val="7C107079"/>
    <w:rsid w:val="7E41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131"/>
    <w:basedOn w:val="4"/>
    <w:qFormat/>
    <w:uiPriority w:val="0"/>
    <w:rPr>
      <w:rFonts w:ascii="仿宋" w:hAnsi="仿宋" w:eastAsia="仿宋" w:cs="仿宋"/>
      <w:b/>
      <w:color w:val="000000"/>
      <w:sz w:val="21"/>
      <w:szCs w:val="21"/>
      <w:u w:val="none"/>
    </w:rPr>
  </w:style>
  <w:style w:type="character" w:customStyle="1" w:styleId="8">
    <w:name w:val="font11"/>
    <w:basedOn w:val="4"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9">
    <w:name w:val="font141"/>
    <w:basedOn w:val="4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0">
    <w:name w:val="font121"/>
    <w:basedOn w:val="4"/>
    <w:qFormat/>
    <w:uiPriority w:val="0"/>
    <w:rPr>
      <w:rFonts w:ascii="Arial" w:hAnsi="Arial" w:cs="Arial"/>
      <w:color w:val="141414"/>
      <w:sz w:val="20"/>
      <w:szCs w:val="20"/>
      <w:u w:val="none"/>
    </w:rPr>
  </w:style>
  <w:style w:type="character" w:customStyle="1" w:styleId="11">
    <w:name w:val="font21"/>
    <w:basedOn w:val="4"/>
    <w:qFormat/>
    <w:uiPriority w:val="0"/>
    <w:rPr>
      <w:rFonts w:hint="default" w:ascii="Times New Roman" w:hAnsi="Times New Roman" w:cs="Times New Roman"/>
      <w:color w:val="141414"/>
      <w:sz w:val="20"/>
      <w:szCs w:val="20"/>
      <w:u w:val="none"/>
    </w:rPr>
  </w:style>
  <w:style w:type="character" w:customStyle="1" w:styleId="12">
    <w:name w:val="font9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01"/>
    <w:basedOn w:val="4"/>
    <w:qFormat/>
    <w:uiPriority w:val="0"/>
    <w:rPr>
      <w:rFonts w:hint="eastAsia" w:ascii="宋体" w:hAnsi="宋体" w:eastAsia="宋体" w:cs="宋体"/>
      <w:color w:val="141414"/>
      <w:sz w:val="20"/>
      <w:szCs w:val="20"/>
      <w:u w:val="none"/>
    </w:rPr>
  </w:style>
  <w:style w:type="character" w:customStyle="1" w:styleId="14">
    <w:name w:val="font8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4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">
    <w:name w:val="font10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7">
    <w:name w:val="font5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8">
    <w:name w:val="font31"/>
    <w:basedOn w:val="4"/>
    <w:qFormat/>
    <w:uiPriority w:val="0"/>
    <w:rPr>
      <w:rFonts w:hint="default" w:ascii="Times New Roman" w:hAnsi="Times New Roman" w:cs="Times New Roman"/>
      <w:color w:val="141414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2018-08-06T12:35:00Z</dcterms:created>
  <dc:creator>Administrator</dc:creator>
  <cp:lastModifiedBy>lenpvpwindows</cp:lastModifiedBy>
  <cp:lastPrinted>2018-08-07T03:25:00Z</cp:lastPrinted>
  <dcterms:modified xsi:type="dcterms:W3CDTF">2018-09-06T08:37:38Z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